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255B18AD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D200E">
        <w:rPr>
          <w:rFonts w:eastAsia="Times New Roman" w:cs="Times New Roman"/>
          <w:lang w:eastAsia="cs-CZ"/>
        </w:rPr>
        <w:t>7 Smlouvy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3B53774B" w14:textId="77777777" w:rsidR="00E2230B" w:rsidRPr="00287654" w:rsidRDefault="00E2230B" w:rsidP="00E2230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0C1446ED" w14:textId="77777777" w:rsidR="00E2230B" w:rsidRPr="00A035EA" w:rsidRDefault="00E2230B" w:rsidP="00E2230B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4F79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F79FF">
        <w:rPr>
          <w:highlight w:val="green"/>
          <w:lang w:eastAsia="cs-CZ"/>
        </w:rPr>
        <w:t>]</w:t>
      </w:r>
    </w:p>
    <w:p w14:paraId="00F19AF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4F79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F79FF">
        <w:rPr>
          <w:highlight w:val="green"/>
          <w:lang w:eastAsia="cs-CZ"/>
        </w:rPr>
        <w:t>]</w:t>
      </w:r>
    </w:p>
    <w:p w14:paraId="4FD19C7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4F79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F79FF">
        <w:rPr>
          <w:highlight w:val="green"/>
          <w:lang w:eastAsia="cs-CZ"/>
        </w:rPr>
        <w:t>]</w:t>
      </w:r>
    </w:p>
    <w:p w14:paraId="376B57D2" w14:textId="77777777" w:rsidR="00E2230B" w:rsidRPr="00A035EA" w:rsidRDefault="00E2230B" w:rsidP="00E2230B">
      <w:pPr>
        <w:pStyle w:val="Identifikace"/>
      </w:pPr>
      <w:r w:rsidRPr="00A035EA">
        <w:t>Zastoupen</w:t>
      </w:r>
      <w:r w:rsidRPr="00A035EA">
        <w:tab/>
      </w:r>
      <w:r w:rsidRPr="004F79FF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4F79FF">
        <w:rPr>
          <w:highlight w:val="green"/>
        </w:rPr>
        <w:t>]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1A4F984" w:rsidR="003C4FBB" w:rsidRDefault="003C4FBB" w:rsidP="00097E08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8D200E" w:rsidRPr="00017E29">
        <w:rPr>
          <w:b/>
        </w:rPr>
        <w:t>DWDM propoj pro Novou DMZ</w:t>
      </w:r>
      <w:r w:rsidR="00C3471C" w:rsidRPr="006B1150">
        <w:rPr>
          <w:rFonts w:eastAsia="Times New Roman" w:cs="Times New Roman"/>
          <w:b/>
          <w:lang w:eastAsia="cs-CZ"/>
        </w:rPr>
        <w:t xml:space="preserve">“, </w:t>
      </w:r>
      <w:r w:rsidR="00C3471C" w:rsidRPr="00EE37C4">
        <w:rPr>
          <w:rFonts w:eastAsia="Times New Roman" w:cs="Times New Roman"/>
          <w:bCs/>
          <w:lang w:eastAsia="cs-CZ"/>
        </w:rPr>
        <w:t xml:space="preserve">č.j. </w:t>
      </w:r>
      <w:r w:rsidR="00EE37C4" w:rsidRPr="00EE37C4">
        <w:rPr>
          <w:rFonts w:eastAsia="Times New Roman" w:cs="Times New Roman"/>
          <w:bCs/>
          <w:lang w:eastAsia="cs-CZ"/>
        </w:rPr>
        <w:t>10290</w:t>
      </w:r>
      <w:r w:rsidR="004F79FF" w:rsidRPr="00EE37C4">
        <w:rPr>
          <w:rFonts w:eastAsia="Times New Roman" w:cs="Times New Roman"/>
          <w:bCs/>
          <w:lang w:eastAsia="cs-CZ"/>
        </w:rPr>
        <w:t>/202</w:t>
      </w:r>
      <w:r w:rsidR="00EE37C4" w:rsidRPr="00EE37C4">
        <w:rPr>
          <w:rFonts w:eastAsia="Times New Roman" w:cs="Times New Roman"/>
          <w:bCs/>
          <w:lang w:eastAsia="cs-CZ"/>
        </w:rPr>
        <w:t>6</w:t>
      </w:r>
      <w:r w:rsidR="004F79FF" w:rsidRPr="00EE37C4">
        <w:rPr>
          <w:rFonts w:eastAsia="Times New Roman" w:cs="Times New Roman"/>
          <w:bCs/>
          <w:lang w:eastAsia="cs-CZ"/>
        </w:rPr>
        <w:t>-SŽ-GŘ-O25</w:t>
      </w:r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4"/>
        <w:gridCol w:w="2552"/>
        <w:gridCol w:w="3394"/>
      </w:tblGrid>
      <w:tr w:rsidR="008D200E" w14:paraId="38D85DF3" w14:textId="1196F2E1" w:rsidTr="00E87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CFAF384" w14:textId="7C245E43" w:rsidR="008D200E" w:rsidRPr="00312154" w:rsidRDefault="008D200E" w:rsidP="00104300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312154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Pozice člena realizačního týmu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24FDA6C" w14:textId="4FAD52C7" w:rsidR="008D200E" w:rsidRPr="00312154" w:rsidRDefault="008D200E" w:rsidP="0010430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312154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Jméno a příjmení</w:t>
            </w:r>
            <w:r w:rsidR="00D45327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 xml:space="preserve"> (titul)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6F04EC5" w14:textId="2BE3B2D5" w:rsidR="008D200E" w:rsidRPr="00312154" w:rsidRDefault="008D200E" w:rsidP="008D200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</w:pPr>
            <w:r w:rsidRPr="00312154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Popis činnosti v rámci plnění Smlouvy</w:t>
            </w:r>
          </w:p>
        </w:tc>
      </w:tr>
      <w:tr w:rsidR="008D200E" w14:paraId="2DCD577F" w14:textId="2C0ABBC7" w:rsidTr="00E871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5F9912A9" w14:textId="0F480447" w:rsidR="008D200E" w:rsidRPr="00312154" w:rsidRDefault="008D200E" w:rsidP="00312154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sz w:val="16"/>
                <w:szCs w:val="20"/>
                <w:lang w:eastAsia="cs-CZ"/>
              </w:rPr>
            </w:pPr>
            <w:bookmarkStart w:id="1" w:name="_Hlk207897587"/>
            <w:r w:rsidRPr="00312154">
              <w:rPr>
                <w:bCs/>
                <w:sz w:val="16"/>
                <w:szCs w:val="20"/>
              </w:rPr>
              <w:t>Specialista pro konfiguraci síťových prvků DWDM</w:t>
            </w:r>
            <w:bookmarkEnd w:id="1"/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0E6DC001" w14:textId="77777777" w:rsidR="008D200E" w:rsidRPr="00312154" w:rsidRDefault="008D200E" w:rsidP="0031215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5FD5DDA3" w14:textId="77777777" w:rsidR="008D200E" w:rsidRPr="00312154" w:rsidRDefault="008D200E" w:rsidP="00312154">
            <w:pPr>
              <w:suppressAutoHyphens/>
              <w:spacing w:line="216" w:lineRule="auto"/>
              <w:rPr>
                <w:bCs/>
                <w:sz w:val="16"/>
                <w:szCs w:val="20"/>
              </w:rPr>
            </w:pPr>
            <w:r w:rsidRPr="00312154">
              <w:rPr>
                <w:b w:val="0"/>
                <w:bCs/>
                <w:sz w:val="16"/>
                <w:szCs w:val="20"/>
              </w:rPr>
              <w:t>Specialista na návrh, implementaci a konfiguraci jednotlivých komponent DWDM systému.</w:t>
            </w:r>
          </w:p>
          <w:p w14:paraId="32D27D76" w14:textId="3A4BFDAA" w:rsidR="008D200E" w:rsidRPr="00312154" w:rsidRDefault="008D200E" w:rsidP="004B63BA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6"/>
                <w:szCs w:val="16"/>
                <w:lang w:eastAsia="cs-CZ"/>
              </w:rPr>
            </w:pPr>
            <w:r w:rsidRPr="004B63BA">
              <w:rPr>
                <w:b w:val="0"/>
                <w:sz w:val="16"/>
                <w:szCs w:val="16"/>
              </w:rPr>
              <w:t xml:space="preserve">Odpovědný za </w:t>
            </w:r>
            <w:r w:rsidR="004B22A7" w:rsidRPr="004B63BA">
              <w:rPr>
                <w:b w:val="0"/>
                <w:sz w:val="16"/>
                <w:szCs w:val="16"/>
              </w:rPr>
              <w:t>návrh</w:t>
            </w:r>
            <w:r w:rsidR="00C43AA7" w:rsidRPr="004B63BA">
              <w:rPr>
                <w:b w:val="0"/>
                <w:sz w:val="16"/>
                <w:szCs w:val="16"/>
              </w:rPr>
              <w:t xml:space="preserve"> postupu realizace díla</w:t>
            </w:r>
            <w:r w:rsidR="00742A78" w:rsidRPr="004B63BA">
              <w:rPr>
                <w:b w:val="0"/>
                <w:sz w:val="16"/>
                <w:szCs w:val="16"/>
              </w:rPr>
              <w:t>, fyzickou instalaci HW komponent</w:t>
            </w:r>
            <w:r w:rsidR="00BB5F2D" w:rsidRPr="004B63BA">
              <w:rPr>
                <w:b w:val="0"/>
                <w:sz w:val="16"/>
                <w:szCs w:val="16"/>
              </w:rPr>
              <w:t xml:space="preserve">, propojení optické trasy, konfigurace přenosových </w:t>
            </w:r>
            <w:r w:rsidR="00FF3A24" w:rsidRPr="004B63BA">
              <w:rPr>
                <w:b w:val="0"/>
                <w:sz w:val="16"/>
                <w:szCs w:val="16"/>
              </w:rPr>
              <w:t>parametrů</w:t>
            </w:r>
            <w:r w:rsidR="00E90854" w:rsidRPr="004B63BA">
              <w:rPr>
                <w:b w:val="0"/>
                <w:sz w:val="16"/>
                <w:szCs w:val="16"/>
              </w:rPr>
              <w:t xml:space="preserve">, testování funkčnosti, </w:t>
            </w:r>
            <w:r w:rsidR="00563645" w:rsidRPr="004B63BA">
              <w:rPr>
                <w:b w:val="0"/>
                <w:sz w:val="16"/>
                <w:szCs w:val="16"/>
              </w:rPr>
              <w:t>předání</w:t>
            </w:r>
            <w:r w:rsidR="00DB5DEA" w:rsidRPr="004B63BA">
              <w:rPr>
                <w:b w:val="0"/>
                <w:sz w:val="16"/>
                <w:szCs w:val="16"/>
              </w:rPr>
              <w:t xml:space="preserve"> systému do provozu a vyhotovení dokumentace </w:t>
            </w:r>
            <w:r w:rsidR="007D6365" w:rsidRPr="004B63BA">
              <w:rPr>
                <w:b w:val="0"/>
                <w:sz w:val="16"/>
                <w:szCs w:val="16"/>
              </w:rPr>
              <w:t>skutečného provedení včetně výstupu ze závěrečného měření.</w:t>
            </w: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2A6DDC4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AF2B2" w14:textId="77777777" w:rsidR="00955E1F" w:rsidRDefault="00955E1F" w:rsidP="00962258">
      <w:pPr>
        <w:spacing w:after="0" w:line="240" w:lineRule="auto"/>
      </w:pPr>
      <w:r>
        <w:separator/>
      </w:r>
    </w:p>
  </w:endnote>
  <w:endnote w:type="continuationSeparator" w:id="0">
    <w:p w14:paraId="3E4C2319" w14:textId="77777777" w:rsidR="00955E1F" w:rsidRDefault="00955E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4B63D1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9099E6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BA268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8D19C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7EFC5" w14:textId="77777777" w:rsidR="00955E1F" w:rsidRDefault="00955E1F" w:rsidP="00962258">
      <w:pPr>
        <w:spacing w:after="0" w:line="240" w:lineRule="auto"/>
      </w:pPr>
      <w:r>
        <w:separator/>
      </w:r>
    </w:p>
  </w:footnote>
  <w:footnote w:type="continuationSeparator" w:id="0">
    <w:p w14:paraId="3F473D6D" w14:textId="77777777" w:rsidR="00955E1F" w:rsidRDefault="00955E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7FCB" w14:textId="7BA69154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58D4ED7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051384A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69435294">
    <w:abstractNumId w:val="2"/>
  </w:num>
  <w:num w:numId="2" w16cid:durableId="1706057736">
    <w:abstractNumId w:val="1"/>
  </w:num>
  <w:num w:numId="3" w16cid:durableId="382874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236423">
    <w:abstractNumId w:val="7"/>
  </w:num>
  <w:num w:numId="5" w16cid:durableId="1919484535">
    <w:abstractNumId w:val="3"/>
  </w:num>
  <w:num w:numId="6" w16cid:durableId="2076126703">
    <w:abstractNumId w:val="4"/>
  </w:num>
  <w:num w:numId="7" w16cid:durableId="1983191070">
    <w:abstractNumId w:val="0"/>
  </w:num>
  <w:num w:numId="8" w16cid:durableId="2095667989">
    <w:abstractNumId w:val="5"/>
  </w:num>
  <w:num w:numId="9" w16cid:durableId="1484739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902775">
    <w:abstractNumId w:val="4"/>
  </w:num>
  <w:num w:numId="11" w16cid:durableId="1947540793">
    <w:abstractNumId w:val="1"/>
  </w:num>
  <w:num w:numId="12" w16cid:durableId="1193805875">
    <w:abstractNumId w:val="4"/>
  </w:num>
  <w:num w:numId="13" w16cid:durableId="514149669">
    <w:abstractNumId w:val="4"/>
  </w:num>
  <w:num w:numId="14" w16cid:durableId="430857591">
    <w:abstractNumId w:val="4"/>
  </w:num>
  <w:num w:numId="15" w16cid:durableId="1103067127">
    <w:abstractNumId w:val="4"/>
  </w:num>
  <w:num w:numId="16" w16cid:durableId="1302734060">
    <w:abstractNumId w:val="8"/>
  </w:num>
  <w:num w:numId="17" w16cid:durableId="1286884499">
    <w:abstractNumId w:val="2"/>
  </w:num>
  <w:num w:numId="18" w16cid:durableId="702286714">
    <w:abstractNumId w:val="8"/>
  </w:num>
  <w:num w:numId="19" w16cid:durableId="399059914">
    <w:abstractNumId w:val="8"/>
  </w:num>
  <w:num w:numId="20" w16cid:durableId="353658331">
    <w:abstractNumId w:val="8"/>
  </w:num>
  <w:num w:numId="21" w16cid:durableId="841121103">
    <w:abstractNumId w:val="8"/>
  </w:num>
  <w:num w:numId="22" w16cid:durableId="558980124">
    <w:abstractNumId w:val="4"/>
  </w:num>
  <w:num w:numId="23" w16cid:durableId="1119033348">
    <w:abstractNumId w:val="1"/>
  </w:num>
  <w:num w:numId="24" w16cid:durableId="696321326">
    <w:abstractNumId w:val="4"/>
  </w:num>
  <w:num w:numId="25" w16cid:durableId="787699444">
    <w:abstractNumId w:val="4"/>
  </w:num>
  <w:num w:numId="26" w16cid:durableId="1130704408">
    <w:abstractNumId w:val="4"/>
  </w:num>
  <w:num w:numId="27" w16cid:durableId="1476098464">
    <w:abstractNumId w:val="4"/>
  </w:num>
  <w:num w:numId="28" w16cid:durableId="2031951537">
    <w:abstractNumId w:val="8"/>
  </w:num>
  <w:num w:numId="29" w16cid:durableId="1475878174">
    <w:abstractNumId w:val="2"/>
  </w:num>
  <w:num w:numId="30" w16cid:durableId="370225215">
    <w:abstractNumId w:val="8"/>
  </w:num>
  <w:num w:numId="31" w16cid:durableId="33895810">
    <w:abstractNumId w:val="8"/>
  </w:num>
  <w:num w:numId="32" w16cid:durableId="385682534">
    <w:abstractNumId w:val="8"/>
  </w:num>
  <w:num w:numId="33" w16cid:durableId="20527984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071EF"/>
    <w:rsid w:val="00030F7E"/>
    <w:rsid w:val="00033333"/>
    <w:rsid w:val="0003686C"/>
    <w:rsid w:val="00044EE0"/>
    <w:rsid w:val="00072C1E"/>
    <w:rsid w:val="00075952"/>
    <w:rsid w:val="000810D4"/>
    <w:rsid w:val="00085E55"/>
    <w:rsid w:val="00097E08"/>
    <w:rsid w:val="000A78E3"/>
    <w:rsid w:val="000B6CE6"/>
    <w:rsid w:val="000D5478"/>
    <w:rsid w:val="000E23A7"/>
    <w:rsid w:val="000E506B"/>
    <w:rsid w:val="000F271C"/>
    <w:rsid w:val="00104300"/>
    <w:rsid w:val="0010693F"/>
    <w:rsid w:val="00114472"/>
    <w:rsid w:val="001550BC"/>
    <w:rsid w:val="001605B9"/>
    <w:rsid w:val="00163346"/>
    <w:rsid w:val="00170EC5"/>
    <w:rsid w:val="001747C1"/>
    <w:rsid w:val="00184743"/>
    <w:rsid w:val="00185FD9"/>
    <w:rsid w:val="00192A92"/>
    <w:rsid w:val="001A20B5"/>
    <w:rsid w:val="001E47B6"/>
    <w:rsid w:val="00207DF5"/>
    <w:rsid w:val="00220D97"/>
    <w:rsid w:val="002242EA"/>
    <w:rsid w:val="00233268"/>
    <w:rsid w:val="00270D90"/>
    <w:rsid w:val="00280E07"/>
    <w:rsid w:val="00290AB7"/>
    <w:rsid w:val="002B3801"/>
    <w:rsid w:val="002B49D8"/>
    <w:rsid w:val="002C31BF"/>
    <w:rsid w:val="002D08B1"/>
    <w:rsid w:val="002D2ED4"/>
    <w:rsid w:val="002D6B34"/>
    <w:rsid w:val="002E0CD7"/>
    <w:rsid w:val="00301F1C"/>
    <w:rsid w:val="00312154"/>
    <w:rsid w:val="00341DCF"/>
    <w:rsid w:val="00343F31"/>
    <w:rsid w:val="003507E1"/>
    <w:rsid w:val="00357BC6"/>
    <w:rsid w:val="00370396"/>
    <w:rsid w:val="003956C6"/>
    <w:rsid w:val="0039579F"/>
    <w:rsid w:val="003C4FBB"/>
    <w:rsid w:val="003F2B8F"/>
    <w:rsid w:val="004251D5"/>
    <w:rsid w:val="00441430"/>
    <w:rsid w:val="00450F07"/>
    <w:rsid w:val="004511E1"/>
    <w:rsid w:val="00453CD3"/>
    <w:rsid w:val="00460660"/>
    <w:rsid w:val="00486107"/>
    <w:rsid w:val="00491827"/>
    <w:rsid w:val="004B22A7"/>
    <w:rsid w:val="004B348C"/>
    <w:rsid w:val="004B511A"/>
    <w:rsid w:val="004B63BA"/>
    <w:rsid w:val="004B713D"/>
    <w:rsid w:val="004C4399"/>
    <w:rsid w:val="004C787C"/>
    <w:rsid w:val="004D6D4D"/>
    <w:rsid w:val="004D754D"/>
    <w:rsid w:val="004E143C"/>
    <w:rsid w:val="004E3A53"/>
    <w:rsid w:val="004F20BC"/>
    <w:rsid w:val="004F4B9B"/>
    <w:rsid w:val="004F69EA"/>
    <w:rsid w:val="004F79FF"/>
    <w:rsid w:val="00511AB9"/>
    <w:rsid w:val="00523EA7"/>
    <w:rsid w:val="00553375"/>
    <w:rsid w:val="00557C28"/>
    <w:rsid w:val="00563645"/>
    <w:rsid w:val="005736B7"/>
    <w:rsid w:val="00575E5A"/>
    <w:rsid w:val="00597386"/>
    <w:rsid w:val="005A2714"/>
    <w:rsid w:val="005A5870"/>
    <w:rsid w:val="005F1404"/>
    <w:rsid w:val="005F628F"/>
    <w:rsid w:val="0061068E"/>
    <w:rsid w:val="0061538A"/>
    <w:rsid w:val="00645A29"/>
    <w:rsid w:val="00652FE1"/>
    <w:rsid w:val="00660AD3"/>
    <w:rsid w:val="00667F1C"/>
    <w:rsid w:val="00677B7F"/>
    <w:rsid w:val="006A5570"/>
    <w:rsid w:val="006A689C"/>
    <w:rsid w:val="006B1150"/>
    <w:rsid w:val="006B3D79"/>
    <w:rsid w:val="006D7AFE"/>
    <w:rsid w:val="006E0578"/>
    <w:rsid w:val="006E314D"/>
    <w:rsid w:val="00710723"/>
    <w:rsid w:val="00723ED1"/>
    <w:rsid w:val="0074101C"/>
    <w:rsid w:val="00742A78"/>
    <w:rsid w:val="00743525"/>
    <w:rsid w:val="0076286B"/>
    <w:rsid w:val="007651F6"/>
    <w:rsid w:val="00766846"/>
    <w:rsid w:val="0077673A"/>
    <w:rsid w:val="007846E1"/>
    <w:rsid w:val="007B570C"/>
    <w:rsid w:val="007C589B"/>
    <w:rsid w:val="007D6365"/>
    <w:rsid w:val="007E4A6E"/>
    <w:rsid w:val="007F56A7"/>
    <w:rsid w:val="00807DD0"/>
    <w:rsid w:val="008659F3"/>
    <w:rsid w:val="00877A5C"/>
    <w:rsid w:val="00886554"/>
    <w:rsid w:val="00886D4B"/>
    <w:rsid w:val="00895406"/>
    <w:rsid w:val="00897B1D"/>
    <w:rsid w:val="008A3568"/>
    <w:rsid w:val="008D03B9"/>
    <w:rsid w:val="008D200E"/>
    <w:rsid w:val="008E78DD"/>
    <w:rsid w:val="008F18D6"/>
    <w:rsid w:val="00904780"/>
    <w:rsid w:val="00922385"/>
    <w:rsid w:val="009223DF"/>
    <w:rsid w:val="00923DE9"/>
    <w:rsid w:val="00936091"/>
    <w:rsid w:val="00940D8A"/>
    <w:rsid w:val="00955E1F"/>
    <w:rsid w:val="00962258"/>
    <w:rsid w:val="009678B7"/>
    <w:rsid w:val="009833E1"/>
    <w:rsid w:val="00992B49"/>
    <w:rsid w:val="00992D9C"/>
    <w:rsid w:val="00996CB8"/>
    <w:rsid w:val="009B14A9"/>
    <w:rsid w:val="009B2E97"/>
    <w:rsid w:val="009D1065"/>
    <w:rsid w:val="009E07F4"/>
    <w:rsid w:val="009E2E1C"/>
    <w:rsid w:val="009F392E"/>
    <w:rsid w:val="009F5ACA"/>
    <w:rsid w:val="00A1780E"/>
    <w:rsid w:val="00A6177B"/>
    <w:rsid w:val="00A66136"/>
    <w:rsid w:val="00A937ED"/>
    <w:rsid w:val="00AA3ACF"/>
    <w:rsid w:val="00AA4CBB"/>
    <w:rsid w:val="00AA65FA"/>
    <w:rsid w:val="00AA7351"/>
    <w:rsid w:val="00AD056F"/>
    <w:rsid w:val="00AD6731"/>
    <w:rsid w:val="00B0233A"/>
    <w:rsid w:val="00B15D0D"/>
    <w:rsid w:val="00B75EE1"/>
    <w:rsid w:val="00B77481"/>
    <w:rsid w:val="00B8518B"/>
    <w:rsid w:val="00BB4877"/>
    <w:rsid w:val="00BB4DBC"/>
    <w:rsid w:val="00BB5F2D"/>
    <w:rsid w:val="00BD7E91"/>
    <w:rsid w:val="00C02D0A"/>
    <w:rsid w:val="00C03A6E"/>
    <w:rsid w:val="00C14A01"/>
    <w:rsid w:val="00C3471C"/>
    <w:rsid w:val="00C43AA7"/>
    <w:rsid w:val="00C44F6A"/>
    <w:rsid w:val="00C47AE3"/>
    <w:rsid w:val="00C84E41"/>
    <w:rsid w:val="00CD0AFE"/>
    <w:rsid w:val="00CD1FC4"/>
    <w:rsid w:val="00CF102E"/>
    <w:rsid w:val="00D2070F"/>
    <w:rsid w:val="00D21061"/>
    <w:rsid w:val="00D4108E"/>
    <w:rsid w:val="00D45327"/>
    <w:rsid w:val="00D6163D"/>
    <w:rsid w:val="00D72837"/>
    <w:rsid w:val="00D73D46"/>
    <w:rsid w:val="00D831A3"/>
    <w:rsid w:val="00DB5DEA"/>
    <w:rsid w:val="00DC75F3"/>
    <w:rsid w:val="00DC7E2D"/>
    <w:rsid w:val="00DD07C5"/>
    <w:rsid w:val="00DD46F3"/>
    <w:rsid w:val="00DE56F2"/>
    <w:rsid w:val="00DF116D"/>
    <w:rsid w:val="00E04F11"/>
    <w:rsid w:val="00E2230B"/>
    <w:rsid w:val="00E36C4A"/>
    <w:rsid w:val="00E64087"/>
    <w:rsid w:val="00E70A08"/>
    <w:rsid w:val="00E87129"/>
    <w:rsid w:val="00E90854"/>
    <w:rsid w:val="00EB104F"/>
    <w:rsid w:val="00EC0859"/>
    <w:rsid w:val="00ED14BD"/>
    <w:rsid w:val="00EE37C4"/>
    <w:rsid w:val="00EE3E4C"/>
    <w:rsid w:val="00EF34F2"/>
    <w:rsid w:val="00F0533E"/>
    <w:rsid w:val="00F1048D"/>
    <w:rsid w:val="00F12DEC"/>
    <w:rsid w:val="00F1715C"/>
    <w:rsid w:val="00F22C00"/>
    <w:rsid w:val="00F310F8"/>
    <w:rsid w:val="00F35939"/>
    <w:rsid w:val="00F3770F"/>
    <w:rsid w:val="00F45607"/>
    <w:rsid w:val="00F5558F"/>
    <w:rsid w:val="00F659EB"/>
    <w:rsid w:val="00F86BA6"/>
    <w:rsid w:val="00FA3921"/>
    <w:rsid w:val="00FC4C08"/>
    <w:rsid w:val="00FC6389"/>
    <w:rsid w:val="00FF3A24"/>
    <w:rsid w:val="4DB8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BEA5D40B-A26C-46B9-A07B-0B67017F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2230B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2230B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2230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00E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200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0ab79697e1322d0a31a1d63ecf0aac85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bb526c35765bfc8fa2dc7fd533754c87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309312-23C9-40F8-A058-4BB68B759A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5A0C6F-5E7E-411B-97DD-F4740F9FE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123</Words>
  <Characters>844</Characters>
  <Application>Microsoft Office Word</Application>
  <DocSecurity>0</DocSecurity>
  <Lines>40</Lines>
  <Paragraphs>17</Paragraphs>
  <ScaleCrop>false</ScaleCrop>
  <Company>Správa železnic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Kopecká Michaela, Bc.</cp:lastModifiedBy>
  <cp:revision>46</cp:revision>
  <cp:lastPrinted>2017-11-28T17:18:00Z</cp:lastPrinted>
  <dcterms:created xsi:type="dcterms:W3CDTF">2023-03-27T14:37:00Z</dcterms:created>
  <dcterms:modified xsi:type="dcterms:W3CDTF">2026-01-21T10:34:00Z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